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390A" w:rsidRPr="002263FA" w:rsidRDefault="0024390A" w:rsidP="00A30F9D">
      <w:pPr>
        <w:spacing w:before="400"/>
        <w:ind w:firstLine="709"/>
        <w:jc w:val="center"/>
        <w:rPr>
          <w:sz w:val="36"/>
          <w:szCs w:val="36"/>
        </w:rPr>
      </w:pPr>
      <w:r w:rsidRPr="002263FA">
        <w:rPr>
          <w:sz w:val="36"/>
          <w:szCs w:val="36"/>
        </w:rPr>
        <w:t>Kaposvári Egyetem Gazdaságtudományi Kar</w:t>
      </w:r>
    </w:p>
    <w:p w:rsidR="0024390A" w:rsidRPr="002263FA" w:rsidRDefault="0024390A" w:rsidP="002263FA">
      <w:pPr>
        <w:spacing w:after="360"/>
        <w:jc w:val="center"/>
        <w:rPr>
          <w:sz w:val="36"/>
          <w:szCs w:val="36"/>
        </w:rPr>
      </w:pPr>
      <w:r w:rsidRPr="002263FA">
        <w:rPr>
          <w:sz w:val="36"/>
          <w:szCs w:val="36"/>
        </w:rPr>
        <w:t>Kaposvár, Guba Sándor u. 40.</w:t>
      </w:r>
    </w:p>
    <w:p w:rsidR="0024390A" w:rsidRPr="002263FA" w:rsidRDefault="0024390A" w:rsidP="002263FA">
      <w:pPr>
        <w:spacing w:before="480" w:after="400"/>
        <w:ind w:left="4247" w:hanging="4247"/>
        <w:jc w:val="center"/>
        <w:rPr>
          <w:b/>
          <w:i/>
          <w:caps/>
          <w:sz w:val="36"/>
          <w:szCs w:val="36"/>
        </w:rPr>
      </w:pPr>
      <w:r w:rsidRPr="002263FA">
        <w:rPr>
          <w:b/>
          <w:i/>
          <w:caps/>
          <w:sz w:val="36"/>
          <w:szCs w:val="36"/>
        </w:rPr>
        <w:t>Tematika és követelményrendszer</w:t>
      </w:r>
    </w:p>
    <w:p w:rsidR="0024390A" w:rsidRPr="002263FA" w:rsidRDefault="0024390A" w:rsidP="002263FA">
      <w:pPr>
        <w:rPr>
          <w:b/>
          <w:i/>
          <w:sz w:val="24"/>
          <w:szCs w:val="24"/>
        </w:rPr>
      </w:pPr>
      <w:r w:rsidRPr="002263FA">
        <w:rPr>
          <w:b/>
          <w:i/>
          <w:sz w:val="24"/>
          <w:szCs w:val="24"/>
        </w:rPr>
        <w:t>Tantárgy neve:</w:t>
      </w:r>
      <w:r>
        <w:rPr>
          <w:b/>
          <w:i/>
          <w:sz w:val="24"/>
          <w:szCs w:val="24"/>
        </w:rPr>
        <w:t xml:space="preserve"> </w:t>
      </w:r>
      <w:r>
        <w:rPr>
          <w:i/>
          <w:sz w:val="24"/>
          <w:szCs w:val="24"/>
        </w:rPr>
        <w:t xml:space="preserve">Gazdasági </w:t>
      </w:r>
      <w:r w:rsidRPr="000C5A8C">
        <w:rPr>
          <w:i/>
          <w:sz w:val="24"/>
          <w:szCs w:val="24"/>
        </w:rPr>
        <w:t>jog</w:t>
      </w:r>
    </w:p>
    <w:p w:rsidR="0024390A" w:rsidRPr="002263FA" w:rsidRDefault="0024390A" w:rsidP="002263FA">
      <w:pPr>
        <w:rPr>
          <w:b/>
          <w:i/>
          <w:sz w:val="24"/>
          <w:szCs w:val="24"/>
        </w:rPr>
      </w:pPr>
    </w:p>
    <w:p w:rsidR="0024390A" w:rsidRPr="00283A39" w:rsidRDefault="0024390A" w:rsidP="00283A39">
      <w:pPr>
        <w:rPr>
          <w:b/>
          <w:i/>
          <w:sz w:val="24"/>
          <w:szCs w:val="24"/>
        </w:rPr>
      </w:pPr>
      <w:r w:rsidRPr="002263FA">
        <w:rPr>
          <w:b/>
          <w:i/>
          <w:sz w:val="24"/>
          <w:szCs w:val="24"/>
        </w:rPr>
        <w:t>Tantárgy kódja</w:t>
      </w:r>
      <w:r>
        <w:rPr>
          <w:b/>
          <w:i/>
          <w:sz w:val="24"/>
          <w:szCs w:val="24"/>
        </w:rPr>
        <w:t>(i)</w:t>
      </w:r>
      <w:r w:rsidRPr="002263FA">
        <w:rPr>
          <w:b/>
          <w:i/>
          <w:sz w:val="24"/>
          <w:szCs w:val="24"/>
        </w:rPr>
        <w:t>:</w:t>
      </w:r>
      <w:r>
        <w:rPr>
          <w:b/>
          <w:i/>
          <w:sz w:val="24"/>
          <w:szCs w:val="24"/>
        </w:rPr>
        <w:t xml:space="preserve"> </w:t>
      </w:r>
      <w:r w:rsidRPr="00283A39">
        <w:rPr>
          <w:i/>
          <w:sz w:val="24"/>
          <w:szCs w:val="24"/>
        </w:rPr>
        <w:t>3Bszj1gjo00003</w:t>
      </w:r>
    </w:p>
    <w:p w:rsidR="0024390A" w:rsidRPr="002263FA" w:rsidRDefault="0024390A" w:rsidP="002263FA">
      <w:pPr>
        <w:rPr>
          <w:b/>
          <w:i/>
          <w:sz w:val="24"/>
          <w:szCs w:val="24"/>
        </w:rPr>
      </w:pPr>
    </w:p>
    <w:p w:rsidR="0024390A" w:rsidRPr="002263FA" w:rsidRDefault="0024390A" w:rsidP="002263FA">
      <w:pPr>
        <w:rPr>
          <w:b/>
          <w:i/>
          <w:sz w:val="24"/>
          <w:szCs w:val="24"/>
        </w:rPr>
      </w:pPr>
      <w:r w:rsidRPr="002263FA">
        <w:rPr>
          <w:b/>
          <w:i/>
          <w:sz w:val="24"/>
          <w:szCs w:val="24"/>
        </w:rPr>
        <w:t xml:space="preserve">Képzési szint: </w:t>
      </w:r>
      <w:r w:rsidRPr="00283A39">
        <w:rPr>
          <w:i/>
          <w:sz w:val="24"/>
          <w:szCs w:val="24"/>
          <w:u w:val="single"/>
        </w:rPr>
        <w:t>FOSZK</w:t>
      </w:r>
      <w:r w:rsidRPr="002263FA">
        <w:rPr>
          <w:i/>
          <w:sz w:val="24"/>
          <w:szCs w:val="24"/>
        </w:rPr>
        <w:t>/</w:t>
      </w:r>
      <w:r w:rsidRPr="000C5A8C">
        <w:rPr>
          <w:i/>
          <w:sz w:val="24"/>
          <w:szCs w:val="24"/>
          <w:u w:val="single"/>
        </w:rPr>
        <w:t>alapképzés</w:t>
      </w:r>
      <w:r w:rsidRPr="002263FA">
        <w:rPr>
          <w:i/>
          <w:sz w:val="24"/>
          <w:szCs w:val="24"/>
        </w:rPr>
        <w:t>/mesterképzés</w:t>
      </w:r>
    </w:p>
    <w:p w:rsidR="0024390A" w:rsidRPr="002263FA" w:rsidRDefault="0024390A" w:rsidP="002263FA">
      <w:pPr>
        <w:rPr>
          <w:b/>
          <w:i/>
          <w:sz w:val="24"/>
          <w:szCs w:val="24"/>
        </w:rPr>
      </w:pPr>
    </w:p>
    <w:p w:rsidR="0024390A" w:rsidRPr="002263FA" w:rsidRDefault="0024390A" w:rsidP="00283A39">
      <w:pPr>
        <w:jc w:val="both"/>
        <w:rPr>
          <w:b/>
          <w:i/>
          <w:sz w:val="24"/>
          <w:szCs w:val="24"/>
        </w:rPr>
      </w:pPr>
      <w:r w:rsidRPr="002263FA">
        <w:rPr>
          <w:b/>
          <w:i/>
          <w:sz w:val="24"/>
          <w:szCs w:val="24"/>
        </w:rPr>
        <w:t>Szak(ok) neve(i):</w:t>
      </w:r>
      <w:r>
        <w:rPr>
          <w:b/>
          <w:i/>
          <w:sz w:val="24"/>
          <w:szCs w:val="24"/>
        </w:rPr>
        <w:t xml:space="preserve"> </w:t>
      </w:r>
      <w:r w:rsidRPr="000C5A8C">
        <w:rPr>
          <w:i/>
          <w:sz w:val="24"/>
          <w:szCs w:val="24"/>
        </w:rPr>
        <w:t>Gazdasági és vidékfejlesztő agrármérnök BA</w:t>
      </w:r>
      <w:r>
        <w:rPr>
          <w:i/>
          <w:sz w:val="24"/>
          <w:szCs w:val="24"/>
        </w:rPr>
        <w:t xml:space="preserve">, Pénzügy és Számvitel BA, Kereskedelem és marketing BA; </w:t>
      </w:r>
      <w:r w:rsidRPr="000C5A8C">
        <w:rPr>
          <w:i/>
          <w:sz w:val="24"/>
          <w:szCs w:val="24"/>
        </w:rPr>
        <w:t>Gazdasági és vidékfejlesztő agrármérnök</w:t>
      </w:r>
      <w:r>
        <w:rPr>
          <w:i/>
          <w:sz w:val="24"/>
          <w:szCs w:val="24"/>
        </w:rPr>
        <w:t xml:space="preserve"> FOSZK</w:t>
      </w:r>
    </w:p>
    <w:p w:rsidR="0024390A" w:rsidRPr="002263FA" w:rsidRDefault="0024390A" w:rsidP="002263FA">
      <w:pPr>
        <w:rPr>
          <w:b/>
          <w:i/>
          <w:sz w:val="24"/>
          <w:szCs w:val="24"/>
        </w:rPr>
      </w:pPr>
    </w:p>
    <w:p w:rsidR="0024390A" w:rsidRPr="002263FA" w:rsidRDefault="0024390A" w:rsidP="002263FA">
      <w:pPr>
        <w:rPr>
          <w:b/>
          <w:i/>
          <w:sz w:val="24"/>
          <w:szCs w:val="24"/>
        </w:rPr>
      </w:pPr>
      <w:r w:rsidRPr="002263FA">
        <w:rPr>
          <w:b/>
          <w:i/>
          <w:sz w:val="24"/>
          <w:szCs w:val="24"/>
        </w:rPr>
        <w:t xml:space="preserve">Tagozat: </w:t>
      </w:r>
      <w:r w:rsidRPr="005E3D82">
        <w:rPr>
          <w:i/>
          <w:sz w:val="24"/>
          <w:szCs w:val="24"/>
        </w:rPr>
        <w:t>nappali</w:t>
      </w:r>
      <w:r w:rsidRPr="000C5A8C">
        <w:rPr>
          <w:i/>
          <w:sz w:val="24"/>
          <w:szCs w:val="24"/>
        </w:rPr>
        <w:t>/</w:t>
      </w:r>
      <w:r w:rsidRPr="005E3D82">
        <w:rPr>
          <w:i/>
          <w:sz w:val="24"/>
          <w:szCs w:val="24"/>
          <w:u w:val="single"/>
        </w:rPr>
        <w:t>levelező</w:t>
      </w:r>
    </w:p>
    <w:p w:rsidR="0024390A" w:rsidRPr="002263FA" w:rsidRDefault="0024390A" w:rsidP="002263FA">
      <w:pPr>
        <w:rPr>
          <w:b/>
          <w:i/>
          <w:sz w:val="24"/>
          <w:szCs w:val="24"/>
        </w:rPr>
      </w:pPr>
    </w:p>
    <w:p w:rsidR="0024390A" w:rsidRPr="002263FA" w:rsidRDefault="0024390A" w:rsidP="002263FA">
      <w:pPr>
        <w:rPr>
          <w:b/>
          <w:i/>
          <w:sz w:val="24"/>
          <w:szCs w:val="24"/>
        </w:rPr>
      </w:pPr>
      <w:r w:rsidRPr="002263FA">
        <w:rPr>
          <w:b/>
          <w:i/>
          <w:sz w:val="24"/>
          <w:szCs w:val="24"/>
        </w:rPr>
        <w:t>Óraszám (ea/gy):</w:t>
      </w:r>
      <w:r>
        <w:rPr>
          <w:b/>
          <w:i/>
          <w:sz w:val="24"/>
          <w:szCs w:val="24"/>
        </w:rPr>
        <w:t xml:space="preserve"> </w:t>
      </w:r>
      <w:r w:rsidRPr="000C5A8C">
        <w:rPr>
          <w:i/>
          <w:sz w:val="24"/>
          <w:szCs w:val="24"/>
        </w:rPr>
        <w:t>2/</w:t>
      </w:r>
      <w:r>
        <w:rPr>
          <w:i/>
          <w:sz w:val="24"/>
          <w:szCs w:val="24"/>
        </w:rPr>
        <w:t>0</w:t>
      </w:r>
    </w:p>
    <w:p w:rsidR="0024390A" w:rsidRPr="002263FA" w:rsidRDefault="0024390A" w:rsidP="002263FA">
      <w:pPr>
        <w:rPr>
          <w:b/>
          <w:i/>
          <w:sz w:val="24"/>
          <w:szCs w:val="24"/>
        </w:rPr>
      </w:pPr>
    </w:p>
    <w:p w:rsidR="0024390A" w:rsidRPr="002263FA" w:rsidRDefault="0024390A" w:rsidP="002263FA">
      <w:pPr>
        <w:rPr>
          <w:i/>
          <w:sz w:val="24"/>
          <w:szCs w:val="24"/>
        </w:rPr>
      </w:pPr>
      <w:r w:rsidRPr="002263FA">
        <w:rPr>
          <w:b/>
          <w:i/>
          <w:sz w:val="24"/>
          <w:szCs w:val="24"/>
        </w:rPr>
        <w:t xml:space="preserve">Értékelési forma: </w:t>
      </w:r>
      <w:r w:rsidRPr="001D11DB">
        <w:rPr>
          <w:i/>
          <w:sz w:val="24"/>
          <w:szCs w:val="24"/>
          <w:u w:val="single"/>
        </w:rPr>
        <w:t>kollokvium</w:t>
      </w:r>
      <w:r w:rsidRPr="002263FA">
        <w:rPr>
          <w:i/>
          <w:sz w:val="24"/>
          <w:szCs w:val="24"/>
        </w:rPr>
        <w:t>/gyakorlat</w:t>
      </w:r>
    </w:p>
    <w:p w:rsidR="0024390A" w:rsidRPr="002263FA" w:rsidRDefault="0024390A" w:rsidP="002263FA">
      <w:pPr>
        <w:rPr>
          <w:b/>
          <w:i/>
          <w:sz w:val="24"/>
          <w:szCs w:val="24"/>
        </w:rPr>
      </w:pPr>
    </w:p>
    <w:p w:rsidR="0024390A" w:rsidRPr="002263FA" w:rsidRDefault="0024390A" w:rsidP="002263FA">
      <w:pPr>
        <w:rPr>
          <w:b/>
          <w:i/>
          <w:sz w:val="24"/>
          <w:szCs w:val="24"/>
        </w:rPr>
      </w:pPr>
      <w:r w:rsidRPr="002263FA">
        <w:rPr>
          <w:b/>
          <w:i/>
          <w:sz w:val="24"/>
          <w:szCs w:val="24"/>
        </w:rPr>
        <w:t>Tantárgyfelelős oktató:</w:t>
      </w:r>
    </w:p>
    <w:p w:rsidR="0024390A" w:rsidRPr="002263FA" w:rsidRDefault="0024390A" w:rsidP="002263FA">
      <w:pPr>
        <w:rPr>
          <w:b/>
          <w:i/>
          <w:sz w:val="24"/>
          <w:szCs w:val="24"/>
        </w:rPr>
      </w:pPr>
    </w:p>
    <w:p w:rsidR="0024390A" w:rsidRPr="002263FA" w:rsidRDefault="0024390A" w:rsidP="002263FA">
      <w:pPr>
        <w:rPr>
          <w:b/>
          <w:i/>
          <w:sz w:val="24"/>
          <w:szCs w:val="24"/>
        </w:rPr>
      </w:pPr>
      <w:r w:rsidRPr="002263FA">
        <w:rPr>
          <w:b/>
          <w:i/>
          <w:sz w:val="24"/>
          <w:szCs w:val="24"/>
        </w:rPr>
        <w:t>Előadás- és gyakorlatvezető oktatók:</w:t>
      </w:r>
      <w:r>
        <w:rPr>
          <w:b/>
          <w:i/>
          <w:sz w:val="24"/>
          <w:szCs w:val="24"/>
        </w:rPr>
        <w:t xml:space="preserve"> </w:t>
      </w:r>
      <w:r w:rsidRPr="001D11DB">
        <w:rPr>
          <w:i/>
          <w:sz w:val="24"/>
          <w:szCs w:val="24"/>
        </w:rPr>
        <w:t>dr. Vass Júlia</w:t>
      </w:r>
    </w:p>
    <w:p w:rsidR="0024390A" w:rsidRPr="002263FA" w:rsidRDefault="0024390A" w:rsidP="002263FA">
      <w:pPr>
        <w:rPr>
          <w:b/>
          <w:i/>
          <w:sz w:val="24"/>
          <w:szCs w:val="24"/>
        </w:rPr>
      </w:pPr>
    </w:p>
    <w:p w:rsidR="0024390A" w:rsidRPr="002263FA" w:rsidRDefault="0024390A" w:rsidP="002263FA">
      <w:pPr>
        <w:rPr>
          <w:b/>
          <w:i/>
          <w:sz w:val="24"/>
          <w:szCs w:val="24"/>
        </w:rPr>
      </w:pPr>
      <w:r w:rsidRPr="002263FA">
        <w:rPr>
          <w:b/>
          <w:i/>
          <w:sz w:val="24"/>
          <w:szCs w:val="24"/>
        </w:rPr>
        <w:t>Tantárgyat gondozó tanszék neve:</w:t>
      </w:r>
      <w:r>
        <w:rPr>
          <w:b/>
          <w:i/>
          <w:sz w:val="24"/>
          <w:szCs w:val="24"/>
        </w:rPr>
        <w:t xml:space="preserve"> </w:t>
      </w:r>
      <w:r w:rsidRPr="001D11DB">
        <w:rPr>
          <w:i/>
          <w:sz w:val="24"/>
          <w:szCs w:val="24"/>
        </w:rPr>
        <w:t>Számvitel és Jog Tanszék</w:t>
      </w:r>
    </w:p>
    <w:p w:rsidR="0024390A" w:rsidRPr="002263FA" w:rsidRDefault="0024390A" w:rsidP="002263FA">
      <w:pPr>
        <w:rPr>
          <w:b/>
          <w:i/>
          <w:sz w:val="24"/>
          <w:szCs w:val="24"/>
        </w:rPr>
      </w:pPr>
    </w:p>
    <w:p w:rsidR="0024390A" w:rsidRDefault="0024390A">
      <w:pPr>
        <w:rPr>
          <w:b/>
          <w:i/>
          <w:sz w:val="24"/>
          <w:szCs w:val="24"/>
        </w:rPr>
      </w:pPr>
      <w:r w:rsidRPr="002263FA">
        <w:rPr>
          <w:b/>
          <w:i/>
          <w:sz w:val="24"/>
          <w:szCs w:val="24"/>
        </w:rPr>
        <w:t>Tanszékvezető</w:t>
      </w:r>
      <w:r>
        <w:rPr>
          <w:b/>
          <w:i/>
          <w:sz w:val="24"/>
          <w:szCs w:val="24"/>
        </w:rPr>
        <w:t xml:space="preserve"> neve, beosztása</w:t>
      </w:r>
      <w:r w:rsidRPr="002263FA">
        <w:rPr>
          <w:b/>
          <w:i/>
          <w:sz w:val="24"/>
          <w:szCs w:val="24"/>
        </w:rPr>
        <w:t>:</w:t>
      </w:r>
      <w:r>
        <w:rPr>
          <w:b/>
          <w:i/>
          <w:sz w:val="24"/>
          <w:szCs w:val="24"/>
        </w:rPr>
        <w:t xml:space="preserve"> </w:t>
      </w:r>
      <w:r w:rsidRPr="001D11DB">
        <w:rPr>
          <w:i/>
          <w:sz w:val="24"/>
          <w:szCs w:val="24"/>
        </w:rPr>
        <w:t>Dr. Wickert Irén</w:t>
      </w:r>
      <w:r>
        <w:rPr>
          <w:i/>
          <w:sz w:val="24"/>
          <w:szCs w:val="24"/>
        </w:rPr>
        <w:t xml:space="preserve"> egyetemi docens</w:t>
      </w:r>
    </w:p>
    <w:p w:rsidR="0024390A" w:rsidRDefault="0024390A">
      <w:pPr>
        <w:rPr>
          <w:b/>
          <w:i/>
          <w:sz w:val="24"/>
          <w:szCs w:val="24"/>
        </w:rPr>
      </w:pPr>
    </w:p>
    <w:p w:rsidR="0024390A" w:rsidRDefault="0024390A">
      <w:pPr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 xml:space="preserve">A tematika és követelményrendszer érvényessége: </w:t>
      </w:r>
      <w:r w:rsidRPr="002B6C0E">
        <w:rPr>
          <w:i/>
          <w:sz w:val="24"/>
          <w:szCs w:val="24"/>
        </w:rPr>
        <w:t>2014/2015 tanév II. félév</w:t>
      </w:r>
    </w:p>
    <w:p w:rsidR="0024390A" w:rsidRPr="0077606C" w:rsidRDefault="0024390A" w:rsidP="0077606C">
      <w:pPr>
        <w:rPr>
          <w:sz w:val="24"/>
          <w:szCs w:val="24"/>
        </w:rPr>
      </w:pPr>
    </w:p>
    <w:p w:rsidR="0024390A" w:rsidRDefault="0024390A">
      <w:pPr>
        <w:spacing w:after="160"/>
        <w:jc w:val="both"/>
        <w:rPr>
          <w:b/>
          <w:i/>
          <w:sz w:val="24"/>
        </w:rPr>
      </w:pPr>
      <w:r>
        <w:rPr>
          <w:b/>
          <w:i/>
          <w:sz w:val="24"/>
        </w:rPr>
        <w:t>A tantárgy céljai:</w:t>
      </w:r>
    </w:p>
    <w:p w:rsidR="0024390A" w:rsidRPr="00D03994" w:rsidRDefault="0024390A" w:rsidP="00D03994">
      <w:pPr>
        <w:jc w:val="both"/>
        <w:rPr>
          <w:sz w:val="22"/>
          <w:szCs w:val="22"/>
        </w:rPr>
      </w:pPr>
      <w:r w:rsidRPr="00D03994">
        <w:rPr>
          <w:sz w:val="22"/>
          <w:szCs w:val="22"/>
        </w:rPr>
        <w:t xml:space="preserve">A jog alapfogalmainak elsajátítása, bevezetés a hatályos magyar gazdasági jog alapjaiba. A félév végére a hallgatóktól elvárható a tanult terminológia szabatos használata, az új Ptk. és a hozzá kapcsolódó jogszabályok gazdasági jogi rendelkezéseinek ismerete, a cégeljárás, valamint a csőd- és a felszámolási eljárás alapjainak tudása. A hallgatók betekintést nyernek a gazdasági bűncselekmények leggyakoribb tényállásaiba is. </w:t>
      </w:r>
    </w:p>
    <w:p w:rsidR="0024390A" w:rsidRDefault="0024390A" w:rsidP="0077606C">
      <w:pPr>
        <w:pStyle w:val="1"/>
      </w:pPr>
    </w:p>
    <w:p w:rsidR="0024390A" w:rsidRDefault="0024390A" w:rsidP="0077606C">
      <w:pPr>
        <w:pStyle w:val="1"/>
      </w:pPr>
      <w:r>
        <w:t>Követelmények és az értékelés módja:</w:t>
      </w:r>
    </w:p>
    <w:p w:rsidR="0024390A" w:rsidRPr="00D03994" w:rsidRDefault="0024390A" w:rsidP="00D03994">
      <w:pPr>
        <w:jc w:val="both"/>
        <w:rPr>
          <w:sz w:val="22"/>
          <w:szCs w:val="22"/>
        </w:rPr>
      </w:pPr>
      <w:r w:rsidRPr="00D03994">
        <w:rPr>
          <w:sz w:val="22"/>
          <w:szCs w:val="22"/>
        </w:rPr>
        <w:t xml:space="preserve">Ismerje és alkalmazza a tanult jogszabályokat. </w:t>
      </w:r>
    </w:p>
    <w:p w:rsidR="0024390A" w:rsidRPr="002545D9" w:rsidRDefault="0024390A" w:rsidP="002545D9">
      <w:pPr>
        <w:rPr>
          <w:sz w:val="24"/>
          <w:szCs w:val="24"/>
        </w:rPr>
      </w:pPr>
      <w:r w:rsidRPr="002545D9">
        <w:rPr>
          <w:sz w:val="24"/>
          <w:szCs w:val="24"/>
        </w:rPr>
        <w:t>Írásbeli vagy szóbeli vizsgán kell a tananyagról számot adni.</w:t>
      </w:r>
    </w:p>
    <w:p w:rsidR="0024390A" w:rsidRDefault="0024390A">
      <w:pPr>
        <w:spacing w:after="160"/>
        <w:jc w:val="both"/>
        <w:rPr>
          <w:b/>
          <w:i/>
          <w:sz w:val="24"/>
        </w:rPr>
      </w:pPr>
    </w:p>
    <w:p w:rsidR="0024390A" w:rsidRDefault="0024390A">
      <w:r>
        <w:br w:type="page"/>
      </w:r>
    </w:p>
    <w:p w:rsidR="0024390A" w:rsidRDefault="0024390A">
      <w:pPr>
        <w:spacing w:after="160"/>
        <w:jc w:val="both"/>
        <w:rPr>
          <w:b/>
          <w:i/>
          <w:sz w:val="24"/>
        </w:rPr>
      </w:pPr>
      <w:r>
        <w:rPr>
          <w:b/>
          <w:i/>
          <w:sz w:val="24"/>
        </w:rPr>
        <w:t>A tantárgy témakörei:</w:t>
      </w:r>
    </w:p>
    <w:tbl>
      <w:tblPr>
        <w:tblW w:w="8931" w:type="dxa"/>
        <w:tblInd w:w="70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709"/>
        <w:gridCol w:w="1701"/>
        <w:gridCol w:w="4678"/>
        <w:gridCol w:w="1843"/>
      </w:tblGrid>
      <w:tr w:rsidR="0024390A" w:rsidTr="007E1F1A">
        <w:trPr>
          <w:trHeight w:val="260"/>
        </w:trPr>
        <w:tc>
          <w:tcPr>
            <w:tcW w:w="709" w:type="dxa"/>
            <w:tcBorders>
              <w:top w:val="single" w:sz="18" w:space="0" w:color="auto"/>
              <w:bottom w:val="single" w:sz="12" w:space="0" w:color="auto"/>
              <w:right w:val="single" w:sz="4" w:space="0" w:color="auto"/>
            </w:tcBorders>
          </w:tcPr>
          <w:p w:rsidR="0024390A" w:rsidRPr="00C6704F" w:rsidRDefault="0024390A" w:rsidP="00FD4431">
            <w:pPr>
              <w:ind w:left="57"/>
              <w:jc w:val="center"/>
              <w:rPr>
                <w:b/>
                <w:smallCaps/>
              </w:rPr>
            </w:pPr>
            <w:r>
              <w:rPr>
                <w:b/>
                <w:smallCaps/>
              </w:rPr>
              <w:t>Ssz.</w:t>
            </w:r>
          </w:p>
        </w:tc>
        <w:tc>
          <w:tcPr>
            <w:tcW w:w="1701" w:type="dxa"/>
            <w:tcBorders>
              <w:top w:val="single" w:sz="18" w:space="0" w:color="auto"/>
              <w:bottom w:val="single" w:sz="12" w:space="0" w:color="auto"/>
            </w:tcBorders>
          </w:tcPr>
          <w:p w:rsidR="0024390A" w:rsidRDefault="0024390A" w:rsidP="00DD5969">
            <w:pPr>
              <w:jc w:val="center"/>
              <w:rPr>
                <w:b/>
                <w:smallCaps/>
              </w:rPr>
            </w:pPr>
            <w:r>
              <w:rPr>
                <w:b/>
                <w:smallCaps/>
              </w:rPr>
              <w:t>Óra típusa</w:t>
            </w:r>
          </w:p>
        </w:tc>
        <w:tc>
          <w:tcPr>
            <w:tcW w:w="4678" w:type="dxa"/>
            <w:tcBorders>
              <w:top w:val="single" w:sz="18" w:space="0" w:color="auto"/>
              <w:bottom w:val="single" w:sz="12" w:space="0" w:color="auto"/>
            </w:tcBorders>
          </w:tcPr>
          <w:p w:rsidR="0024390A" w:rsidRDefault="0024390A" w:rsidP="0077606C">
            <w:pPr>
              <w:jc w:val="center"/>
              <w:rPr>
                <w:b/>
                <w:smallCaps/>
              </w:rPr>
            </w:pPr>
            <w:r>
              <w:rPr>
                <w:b/>
                <w:smallCaps/>
              </w:rPr>
              <w:t>előadás téma</w:t>
            </w:r>
          </w:p>
        </w:tc>
        <w:tc>
          <w:tcPr>
            <w:tcW w:w="1843" w:type="dxa"/>
            <w:tcBorders>
              <w:top w:val="single" w:sz="18" w:space="0" w:color="auto"/>
              <w:bottom w:val="single" w:sz="12" w:space="0" w:color="auto"/>
            </w:tcBorders>
          </w:tcPr>
          <w:p w:rsidR="0024390A" w:rsidRPr="00C6704F" w:rsidRDefault="0024390A" w:rsidP="0077606C">
            <w:pPr>
              <w:jc w:val="center"/>
              <w:rPr>
                <w:b/>
                <w:smallCaps/>
              </w:rPr>
            </w:pPr>
            <w:r>
              <w:rPr>
                <w:b/>
                <w:smallCaps/>
              </w:rPr>
              <w:t>Szeminárium téma</w:t>
            </w:r>
          </w:p>
        </w:tc>
      </w:tr>
      <w:tr w:rsidR="0024390A" w:rsidTr="005C019B">
        <w:trPr>
          <w:trHeight w:val="260"/>
        </w:trPr>
        <w:tc>
          <w:tcPr>
            <w:tcW w:w="709" w:type="dxa"/>
            <w:vMerge w:val="restart"/>
            <w:tcBorders>
              <w:top w:val="single" w:sz="12" w:space="0" w:color="auto"/>
            </w:tcBorders>
          </w:tcPr>
          <w:p w:rsidR="0024390A" w:rsidRPr="00C6704F" w:rsidRDefault="0024390A" w:rsidP="005C019B">
            <w:pPr>
              <w:ind w:left="57"/>
              <w:rPr>
                <w:smallCaps/>
              </w:rPr>
            </w:pPr>
            <w:r>
              <w:rPr>
                <w:smallCaps/>
              </w:rPr>
              <w:t>1.</w:t>
            </w:r>
          </w:p>
          <w:p w:rsidR="0024390A" w:rsidRPr="00C6704F" w:rsidRDefault="0024390A" w:rsidP="005C019B">
            <w:pPr>
              <w:ind w:left="57"/>
              <w:rPr>
                <w:smallCaps/>
              </w:rPr>
            </w:pPr>
          </w:p>
        </w:tc>
        <w:tc>
          <w:tcPr>
            <w:tcW w:w="1701" w:type="dxa"/>
            <w:vMerge w:val="restart"/>
            <w:tcBorders>
              <w:top w:val="single" w:sz="12" w:space="0" w:color="auto"/>
            </w:tcBorders>
          </w:tcPr>
          <w:p w:rsidR="0024390A" w:rsidRDefault="0024390A" w:rsidP="005C019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előadás</w:t>
            </w:r>
          </w:p>
          <w:p w:rsidR="0024390A" w:rsidRPr="00966AA5" w:rsidRDefault="0024390A" w:rsidP="005C019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szeminárium</w:t>
            </w:r>
          </w:p>
        </w:tc>
        <w:tc>
          <w:tcPr>
            <w:tcW w:w="4678" w:type="dxa"/>
            <w:tcBorders>
              <w:top w:val="single" w:sz="12" w:space="0" w:color="auto"/>
              <w:bottom w:val="single" w:sz="4" w:space="0" w:color="auto"/>
            </w:tcBorders>
          </w:tcPr>
          <w:p w:rsidR="0024390A" w:rsidRPr="00411FCF" w:rsidRDefault="0024390A" w:rsidP="004D5D7F">
            <w:pPr>
              <w:jc w:val="both"/>
            </w:pPr>
            <w:r w:rsidRPr="00411FCF">
              <w:t>A jog összetevői és társadalmi funkciói; A jogkeletkezés útjai; A magyar jog jellemzői; A jogrendszer felépítése; Jogi norma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4" w:space="0" w:color="auto"/>
            </w:tcBorders>
          </w:tcPr>
          <w:p w:rsidR="0024390A" w:rsidRPr="00966AA5" w:rsidRDefault="0024390A" w:rsidP="004D5D7F">
            <w:pPr>
              <w:jc w:val="both"/>
              <w:rPr>
                <w:rFonts w:ascii="Arial" w:hAnsi="Arial" w:cs="Arial"/>
              </w:rPr>
            </w:pPr>
          </w:p>
        </w:tc>
      </w:tr>
      <w:tr w:rsidR="0024390A" w:rsidTr="005C019B">
        <w:trPr>
          <w:trHeight w:val="260"/>
        </w:trPr>
        <w:tc>
          <w:tcPr>
            <w:tcW w:w="709" w:type="dxa"/>
            <w:vMerge/>
          </w:tcPr>
          <w:p w:rsidR="0024390A" w:rsidRPr="00C6704F" w:rsidRDefault="0024390A" w:rsidP="005C019B">
            <w:pPr>
              <w:ind w:left="57"/>
              <w:rPr>
                <w:smallCaps/>
              </w:rPr>
            </w:pPr>
          </w:p>
        </w:tc>
        <w:tc>
          <w:tcPr>
            <w:tcW w:w="1701" w:type="dxa"/>
            <w:vMerge/>
          </w:tcPr>
          <w:p w:rsidR="0024390A" w:rsidRPr="00966AA5" w:rsidRDefault="0024390A" w:rsidP="005C019B">
            <w:pPr>
              <w:rPr>
                <w:rFonts w:ascii="Arial" w:hAnsi="Arial" w:cs="Arial"/>
              </w:rPr>
            </w:pPr>
          </w:p>
        </w:tc>
        <w:tc>
          <w:tcPr>
            <w:tcW w:w="4678" w:type="dxa"/>
            <w:tcBorders>
              <w:top w:val="single" w:sz="4" w:space="0" w:color="auto"/>
              <w:bottom w:val="single" w:sz="4" w:space="0" w:color="auto"/>
            </w:tcBorders>
          </w:tcPr>
          <w:p w:rsidR="0024390A" w:rsidRPr="00411FCF" w:rsidRDefault="0024390A" w:rsidP="007E1F1A">
            <w:pPr>
              <w:jc w:val="both"/>
            </w:pPr>
            <w:r w:rsidRPr="00411FCF">
              <w:t>A jogalkotás; a jogszabály hatálya; A jogforrások; Jogviszonytan alapjai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24390A" w:rsidRPr="00966AA5" w:rsidRDefault="0024390A" w:rsidP="00176AB7">
            <w:pPr>
              <w:jc w:val="both"/>
              <w:rPr>
                <w:rFonts w:ascii="Arial" w:hAnsi="Arial" w:cs="Arial"/>
              </w:rPr>
            </w:pPr>
          </w:p>
        </w:tc>
      </w:tr>
      <w:tr w:rsidR="0024390A" w:rsidTr="005C019B">
        <w:trPr>
          <w:trHeight w:val="260"/>
        </w:trPr>
        <w:tc>
          <w:tcPr>
            <w:tcW w:w="709" w:type="dxa"/>
            <w:vMerge/>
          </w:tcPr>
          <w:p w:rsidR="0024390A" w:rsidRPr="00C6704F" w:rsidRDefault="0024390A" w:rsidP="005C019B">
            <w:pPr>
              <w:ind w:left="57"/>
              <w:rPr>
                <w:smallCaps/>
              </w:rPr>
            </w:pPr>
          </w:p>
        </w:tc>
        <w:tc>
          <w:tcPr>
            <w:tcW w:w="1701" w:type="dxa"/>
            <w:vMerge/>
          </w:tcPr>
          <w:p w:rsidR="0024390A" w:rsidRPr="00966AA5" w:rsidRDefault="0024390A" w:rsidP="005C019B">
            <w:pPr>
              <w:rPr>
                <w:rFonts w:ascii="Arial" w:hAnsi="Arial" w:cs="Arial"/>
              </w:rPr>
            </w:pPr>
          </w:p>
        </w:tc>
        <w:tc>
          <w:tcPr>
            <w:tcW w:w="4678" w:type="dxa"/>
            <w:tcBorders>
              <w:top w:val="single" w:sz="4" w:space="0" w:color="auto"/>
              <w:bottom w:val="single" w:sz="4" w:space="0" w:color="auto"/>
            </w:tcBorders>
          </w:tcPr>
          <w:p w:rsidR="0024390A" w:rsidRPr="00411FCF" w:rsidRDefault="0024390A" w:rsidP="004D5D7F">
            <w:pPr>
              <w:jc w:val="both"/>
            </w:pPr>
            <w:r w:rsidRPr="00411FCF">
              <w:t>A tulajdonjog; Jognyilatkozatok; A jogi felelősség; A jogalkalmazás; A jogállam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24390A" w:rsidRPr="00966AA5" w:rsidRDefault="0024390A" w:rsidP="004D5D7F">
            <w:pPr>
              <w:jc w:val="both"/>
              <w:rPr>
                <w:rFonts w:ascii="Arial" w:hAnsi="Arial" w:cs="Arial"/>
              </w:rPr>
            </w:pPr>
          </w:p>
        </w:tc>
      </w:tr>
      <w:tr w:rsidR="0024390A" w:rsidTr="005C019B">
        <w:trPr>
          <w:trHeight w:val="260"/>
        </w:trPr>
        <w:tc>
          <w:tcPr>
            <w:tcW w:w="709" w:type="dxa"/>
            <w:vMerge/>
          </w:tcPr>
          <w:p w:rsidR="0024390A" w:rsidRPr="00C6704F" w:rsidRDefault="0024390A" w:rsidP="005C019B">
            <w:pPr>
              <w:ind w:left="57"/>
              <w:rPr>
                <w:smallCaps/>
              </w:rPr>
            </w:pPr>
          </w:p>
        </w:tc>
        <w:tc>
          <w:tcPr>
            <w:tcW w:w="1701" w:type="dxa"/>
            <w:vMerge/>
          </w:tcPr>
          <w:p w:rsidR="0024390A" w:rsidRPr="00966AA5" w:rsidRDefault="0024390A" w:rsidP="005C019B">
            <w:pPr>
              <w:rPr>
                <w:rFonts w:ascii="Arial" w:hAnsi="Arial" w:cs="Arial"/>
              </w:rPr>
            </w:pPr>
          </w:p>
        </w:tc>
        <w:tc>
          <w:tcPr>
            <w:tcW w:w="4678" w:type="dxa"/>
            <w:tcBorders>
              <w:top w:val="single" w:sz="4" w:space="0" w:color="auto"/>
              <w:bottom w:val="single" w:sz="4" w:space="0" w:color="auto"/>
            </w:tcBorders>
          </w:tcPr>
          <w:p w:rsidR="0024390A" w:rsidRPr="00411FCF" w:rsidRDefault="0024390A" w:rsidP="002545D9">
            <w:pPr>
              <w:jc w:val="both"/>
            </w:pPr>
            <w:r w:rsidRPr="00411FCF">
              <w:t>A magyar államszervezet felépítése – Alaptörvény; Országgyűlés, Köztársasági Elnök, Kormány Alkotmánybíróság, Helyi önkormányzatok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24390A" w:rsidRPr="00966AA5" w:rsidRDefault="0024390A" w:rsidP="00B10FC5">
            <w:pPr>
              <w:jc w:val="both"/>
              <w:rPr>
                <w:rFonts w:ascii="Arial" w:hAnsi="Arial" w:cs="Arial"/>
              </w:rPr>
            </w:pPr>
          </w:p>
        </w:tc>
      </w:tr>
      <w:tr w:rsidR="0024390A" w:rsidTr="005C019B">
        <w:trPr>
          <w:trHeight w:val="260"/>
        </w:trPr>
        <w:tc>
          <w:tcPr>
            <w:tcW w:w="709" w:type="dxa"/>
            <w:vMerge/>
            <w:tcBorders>
              <w:bottom w:val="single" w:sz="4" w:space="0" w:color="auto"/>
            </w:tcBorders>
          </w:tcPr>
          <w:p w:rsidR="0024390A" w:rsidRPr="00C6704F" w:rsidRDefault="0024390A" w:rsidP="005C019B">
            <w:pPr>
              <w:ind w:left="57"/>
              <w:rPr>
                <w:smallCaps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24390A" w:rsidRPr="00966AA5" w:rsidRDefault="0024390A" w:rsidP="005C019B">
            <w:pPr>
              <w:rPr>
                <w:rFonts w:ascii="Arial" w:hAnsi="Arial" w:cs="Arial"/>
              </w:rPr>
            </w:pPr>
          </w:p>
        </w:tc>
        <w:tc>
          <w:tcPr>
            <w:tcW w:w="4678" w:type="dxa"/>
            <w:tcBorders>
              <w:top w:val="single" w:sz="4" w:space="0" w:color="auto"/>
              <w:bottom w:val="single" w:sz="4" w:space="0" w:color="auto"/>
            </w:tcBorders>
          </w:tcPr>
          <w:p w:rsidR="0024390A" w:rsidRPr="00411FCF" w:rsidRDefault="0024390A" w:rsidP="004D5D7F">
            <w:pPr>
              <w:jc w:val="both"/>
            </w:pPr>
            <w:r w:rsidRPr="00411FCF">
              <w:t xml:space="preserve">A társasági jog alapkérdései – a szabályozás rendszere; Az új PTK társasági jogának alapvonásai; A társaság fogalmi ismérvei; 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24390A" w:rsidRPr="00966AA5" w:rsidRDefault="0024390A" w:rsidP="004D5D7F">
            <w:pPr>
              <w:jc w:val="both"/>
              <w:rPr>
                <w:rFonts w:ascii="Arial" w:hAnsi="Arial" w:cs="Arial"/>
              </w:rPr>
            </w:pPr>
          </w:p>
        </w:tc>
      </w:tr>
      <w:tr w:rsidR="0024390A" w:rsidTr="005C019B">
        <w:trPr>
          <w:trHeight w:val="260"/>
        </w:trPr>
        <w:tc>
          <w:tcPr>
            <w:tcW w:w="709" w:type="dxa"/>
            <w:vMerge w:val="restart"/>
            <w:tcBorders>
              <w:top w:val="single" w:sz="4" w:space="0" w:color="auto"/>
            </w:tcBorders>
          </w:tcPr>
          <w:p w:rsidR="0024390A" w:rsidRPr="00C6704F" w:rsidRDefault="0024390A" w:rsidP="005C019B">
            <w:pPr>
              <w:ind w:left="57"/>
              <w:rPr>
                <w:smallCaps/>
              </w:rPr>
            </w:pPr>
            <w:r>
              <w:rPr>
                <w:smallCaps/>
              </w:rPr>
              <w:t>2.</w:t>
            </w:r>
          </w:p>
          <w:p w:rsidR="0024390A" w:rsidRPr="00C6704F" w:rsidRDefault="0024390A" w:rsidP="005C019B">
            <w:pPr>
              <w:ind w:left="57"/>
              <w:rPr>
                <w:smallCaps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</w:tcPr>
          <w:p w:rsidR="0024390A" w:rsidRDefault="0024390A" w:rsidP="005C019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előadás</w:t>
            </w:r>
          </w:p>
          <w:p w:rsidR="0024390A" w:rsidRPr="00966AA5" w:rsidRDefault="0024390A" w:rsidP="005C019B">
            <w:pPr>
              <w:pStyle w:val="ListParagraph"/>
              <w:ind w:left="1080" w:hanging="10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szeminárium</w:t>
            </w:r>
          </w:p>
        </w:tc>
        <w:tc>
          <w:tcPr>
            <w:tcW w:w="4678" w:type="dxa"/>
            <w:tcBorders>
              <w:top w:val="single" w:sz="4" w:space="0" w:color="auto"/>
              <w:bottom w:val="single" w:sz="4" w:space="0" w:color="auto"/>
            </w:tcBorders>
          </w:tcPr>
          <w:p w:rsidR="0024390A" w:rsidRPr="00411FCF" w:rsidRDefault="0024390A" w:rsidP="007E1F1A">
            <w:pPr>
              <w:jc w:val="both"/>
            </w:pPr>
            <w:r w:rsidRPr="00411FCF">
              <w:t>A magyar társasági jog közös szabályai – alapintézmények, létszakaszok, szervezet.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24390A" w:rsidRPr="00966AA5" w:rsidRDefault="0024390A" w:rsidP="004D5D7F">
            <w:pPr>
              <w:jc w:val="both"/>
              <w:rPr>
                <w:rFonts w:ascii="Arial" w:hAnsi="Arial" w:cs="Arial"/>
              </w:rPr>
            </w:pPr>
          </w:p>
        </w:tc>
      </w:tr>
      <w:tr w:rsidR="0024390A" w:rsidTr="00D4582F">
        <w:trPr>
          <w:trHeight w:val="260"/>
        </w:trPr>
        <w:tc>
          <w:tcPr>
            <w:tcW w:w="709" w:type="dxa"/>
            <w:vMerge/>
            <w:vAlign w:val="center"/>
          </w:tcPr>
          <w:p w:rsidR="0024390A" w:rsidRPr="00C6704F" w:rsidRDefault="0024390A" w:rsidP="002A2914">
            <w:pPr>
              <w:ind w:left="57"/>
              <w:jc w:val="center"/>
              <w:rPr>
                <w:smallCaps/>
              </w:rPr>
            </w:pPr>
          </w:p>
        </w:tc>
        <w:tc>
          <w:tcPr>
            <w:tcW w:w="1701" w:type="dxa"/>
            <w:vMerge/>
          </w:tcPr>
          <w:p w:rsidR="0024390A" w:rsidRPr="00504323" w:rsidRDefault="0024390A" w:rsidP="00DD5969">
            <w:pPr>
              <w:pStyle w:val="ListParagraph"/>
              <w:ind w:left="1080" w:hanging="1008"/>
              <w:jc w:val="center"/>
              <w:rPr>
                <w:rFonts w:ascii="Arial" w:hAnsi="Arial" w:cs="Arial"/>
              </w:rPr>
            </w:pPr>
          </w:p>
        </w:tc>
        <w:tc>
          <w:tcPr>
            <w:tcW w:w="4678" w:type="dxa"/>
            <w:tcBorders>
              <w:top w:val="single" w:sz="4" w:space="0" w:color="auto"/>
              <w:bottom w:val="single" w:sz="4" w:space="0" w:color="auto"/>
            </w:tcBorders>
          </w:tcPr>
          <w:p w:rsidR="0024390A" w:rsidRPr="00411FCF" w:rsidRDefault="0024390A" w:rsidP="007E1F1A">
            <w:pPr>
              <w:jc w:val="both"/>
            </w:pPr>
            <w:r w:rsidRPr="00411FCF">
              <w:t>Közkereseti és betéti társaság.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24390A" w:rsidRPr="00504323" w:rsidRDefault="0024390A" w:rsidP="0077606C">
            <w:pPr>
              <w:pStyle w:val="ListParagraph"/>
              <w:ind w:left="1080"/>
              <w:jc w:val="both"/>
              <w:rPr>
                <w:rFonts w:ascii="Arial" w:hAnsi="Arial" w:cs="Arial"/>
              </w:rPr>
            </w:pPr>
          </w:p>
        </w:tc>
      </w:tr>
      <w:tr w:rsidR="0024390A" w:rsidTr="00D4582F">
        <w:trPr>
          <w:trHeight w:val="260"/>
        </w:trPr>
        <w:tc>
          <w:tcPr>
            <w:tcW w:w="709" w:type="dxa"/>
            <w:vMerge/>
            <w:vAlign w:val="center"/>
          </w:tcPr>
          <w:p w:rsidR="0024390A" w:rsidRPr="00C6704F" w:rsidRDefault="0024390A" w:rsidP="002A2914">
            <w:pPr>
              <w:ind w:left="57"/>
              <w:jc w:val="center"/>
              <w:rPr>
                <w:smallCaps/>
              </w:rPr>
            </w:pPr>
          </w:p>
        </w:tc>
        <w:tc>
          <w:tcPr>
            <w:tcW w:w="1701" w:type="dxa"/>
            <w:vMerge/>
          </w:tcPr>
          <w:p w:rsidR="0024390A" w:rsidRPr="00966AA5" w:rsidRDefault="0024390A" w:rsidP="00DD5969">
            <w:pPr>
              <w:pStyle w:val="ListParagraph"/>
              <w:ind w:left="1080" w:hanging="1008"/>
              <w:jc w:val="center"/>
              <w:rPr>
                <w:rFonts w:ascii="Arial" w:hAnsi="Arial" w:cs="Arial"/>
              </w:rPr>
            </w:pPr>
          </w:p>
        </w:tc>
        <w:tc>
          <w:tcPr>
            <w:tcW w:w="4678" w:type="dxa"/>
            <w:tcBorders>
              <w:top w:val="single" w:sz="4" w:space="0" w:color="auto"/>
              <w:bottom w:val="single" w:sz="4" w:space="0" w:color="auto"/>
            </w:tcBorders>
          </w:tcPr>
          <w:p w:rsidR="0024390A" w:rsidRPr="00411FCF" w:rsidRDefault="0024390A" w:rsidP="007E1F1A">
            <w:pPr>
              <w:pStyle w:val="BodyTextIndent"/>
              <w:ind w:left="0"/>
              <w:rPr>
                <w:sz w:val="20"/>
                <w:szCs w:val="20"/>
              </w:rPr>
            </w:pPr>
            <w:r w:rsidRPr="00411FCF">
              <w:rPr>
                <w:sz w:val="20"/>
                <w:szCs w:val="20"/>
              </w:rPr>
              <w:t>Korlátolt felelősségű társaság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24390A" w:rsidRPr="00966AA5" w:rsidRDefault="0024390A" w:rsidP="004D5D7F">
            <w:pPr>
              <w:jc w:val="both"/>
              <w:rPr>
                <w:rFonts w:ascii="Arial" w:hAnsi="Arial" w:cs="Arial"/>
              </w:rPr>
            </w:pPr>
          </w:p>
        </w:tc>
      </w:tr>
      <w:tr w:rsidR="0024390A" w:rsidTr="00D4582F">
        <w:trPr>
          <w:trHeight w:val="260"/>
        </w:trPr>
        <w:tc>
          <w:tcPr>
            <w:tcW w:w="709" w:type="dxa"/>
            <w:vMerge/>
            <w:vAlign w:val="center"/>
          </w:tcPr>
          <w:p w:rsidR="0024390A" w:rsidRPr="00C6704F" w:rsidRDefault="0024390A" w:rsidP="002A2914">
            <w:pPr>
              <w:ind w:left="57"/>
              <w:jc w:val="center"/>
              <w:rPr>
                <w:smallCaps/>
              </w:rPr>
            </w:pPr>
          </w:p>
        </w:tc>
        <w:tc>
          <w:tcPr>
            <w:tcW w:w="1701" w:type="dxa"/>
            <w:vMerge/>
          </w:tcPr>
          <w:p w:rsidR="0024390A" w:rsidRPr="00966AA5" w:rsidRDefault="0024390A" w:rsidP="00DD5969">
            <w:pPr>
              <w:pStyle w:val="ListParagraph"/>
              <w:ind w:left="1080" w:hanging="1008"/>
              <w:jc w:val="center"/>
              <w:rPr>
                <w:rFonts w:ascii="Arial" w:hAnsi="Arial" w:cs="Arial"/>
              </w:rPr>
            </w:pPr>
          </w:p>
        </w:tc>
        <w:tc>
          <w:tcPr>
            <w:tcW w:w="4678" w:type="dxa"/>
            <w:tcBorders>
              <w:top w:val="single" w:sz="4" w:space="0" w:color="auto"/>
              <w:bottom w:val="single" w:sz="4" w:space="0" w:color="auto"/>
            </w:tcBorders>
          </w:tcPr>
          <w:p w:rsidR="0024390A" w:rsidRPr="00411FCF" w:rsidRDefault="0024390A" w:rsidP="004D5D7F">
            <w:pPr>
              <w:jc w:val="both"/>
            </w:pPr>
            <w:r w:rsidRPr="00411FCF">
              <w:t>Konszern és Cégjog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24390A" w:rsidRPr="00966AA5" w:rsidRDefault="0024390A" w:rsidP="004D5D7F">
            <w:pPr>
              <w:jc w:val="both"/>
              <w:rPr>
                <w:rFonts w:ascii="Arial" w:hAnsi="Arial" w:cs="Arial"/>
              </w:rPr>
            </w:pPr>
          </w:p>
        </w:tc>
      </w:tr>
      <w:tr w:rsidR="0024390A" w:rsidTr="00D4582F">
        <w:trPr>
          <w:trHeight w:val="260"/>
        </w:trPr>
        <w:tc>
          <w:tcPr>
            <w:tcW w:w="709" w:type="dxa"/>
            <w:vMerge/>
            <w:vAlign w:val="center"/>
          </w:tcPr>
          <w:p w:rsidR="0024390A" w:rsidRPr="00C6704F" w:rsidRDefault="0024390A" w:rsidP="002A2914">
            <w:pPr>
              <w:ind w:left="57"/>
              <w:jc w:val="center"/>
              <w:rPr>
                <w:smallCaps/>
              </w:rPr>
            </w:pPr>
          </w:p>
        </w:tc>
        <w:tc>
          <w:tcPr>
            <w:tcW w:w="1701" w:type="dxa"/>
            <w:vMerge/>
          </w:tcPr>
          <w:p w:rsidR="0024390A" w:rsidRPr="00966AA5" w:rsidRDefault="0024390A" w:rsidP="00DD5969">
            <w:pPr>
              <w:pStyle w:val="ListParagraph"/>
              <w:ind w:left="1080" w:hanging="1008"/>
              <w:jc w:val="center"/>
              <w:rPr>
                <w:rFonts w:ascii="Arial" w:hAnsi="Arial" w:cs="Arial"/>
              </w:rPr>
            </w:pPr>
          </w:p>
        </w:tc>
        <w:tc>
          <w:tcPr>
            <w:tcW w:w="4678" w:type="dxa"/>
            <w:tcBorders>
              <w:top w:val="single" w:sz="4" w:space="0" w:color="auto"/>
              <w:bottom w:val="single" w:sz="4" w:space="0" w:color="auto"/>
            </w:tcBorders>
          </w:tcPr>
          <w:p w:rsidR="0024390A" w:rsidRPr="00411FCF" w:rsidRDefault="0024390A" w:rsidP="007E1F1A">
            <w:pPr>
              <w:pStyle w:val="BodyTextIndent"/>
              <w:ind w:left="0"/>
              <w:rPr>
                <w:sz w:val="20"/>
                <w:szCs w:val="20"/>
              </w:rPr>
            </w:pPr>
            <w:r w:rsidRPr="00411FCF">
              <w:rPr>
                <w:sz w:val="20"/>
                <w:szCs w:val="20"/>
              </w:rPr>
              <w:t>A gazdasági élet szerződései – a szerződések általános szabályai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24390A" w:rsidRPr="00966AA5" w:rsidRDefault="0024390A" w:rsidP="00176AB7">
            <w:pPr>
              <w:jc w:val="both"/>
              <w:rPr>
                <w:rFonts w:ascii="Arial" w:hAnsi="Arial" w:cs="Arial"/>
              </w:rPr>
            </w:pPr>
          </w:p>
        </w:tc>
      </w:tr>
      <w:tr w:rsidR="0024390A" w:rsidTr="00D4582F">
        <w:trPr>
          <w:trHeight w:val="260"/>
        </w:trPr>
        <w:tc>
          <w:tcPr>
            <w:tcW w:w="709" w:type="dxa"/>
            <w:vMerge/>
            <w:vAlign w:val="center"/>
          </w:tcPr>
          <w:p w:rsidR="0024390A" w:rsidRPr="00C6704F" w:rsidRDefault="0024390A" w:rsidP="002A2914">
            <w:pPr>
              <w:ind w:left="57"/>
              <w:jc w:val="center"/>
              <w:rPr>
                <w:smallCaps/>
              </w:rPr>
            </w:pPr>
          </w:p>
        </w:tc>
        <w:tc>
          <w:tcPr>
            <w:tcW w:w="1701" w:type="dxa"/>
            <w:vMerge/>
          </w:tcPr>
          <w:p w:rsidR="0024390A" w:rsidRPr="00966AA5" w:rsidRDefault="0024390A" w:rsidP="00DD5969">
            <w:pPr>
              <w:pStyle w:val="ListParagraph"/>
              <w:ind w:left="1080" w:hanging="1008"/>
              <w:jc w:val="center"/>
              <w:rPr>
                <w:rFonts w:ascii="Arial" w:hAnsi="Arial" w:cs="Arial"/>
              </w:rPr>
            </w:pPr>
          </w:p>
        </w:tc>
        <w:tc>
          <w:tcPr>
            <w:tcW w:w="4678" w:type="dxa"/>
            <w:tcBorders>
              <w:top w:val="single" w:sz="4" w:space="0" w:color="auto"/>
              <w:bottom w:val="single" w:sz="4" w:space="0" w:color="auto"/>
            </w:tcBorders>
          </w:tcPr>
          <w:p w:rsidR="0024390A" w:rsidRPr="00411FCF" w:rsidRDefault="0024390A" w:rsidP="004D5D7F">
            <w:pPr>
              <w:jc w:val="both"/>
            </w:pPr>
            <w:r w:rsidRPr="00411FCF">
              <w:t>A gazdasági élet szerződései – a jelentősebb szerződések szabályai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24390A" w:rsidRPr="00966AA5" w:rsidRDefault="0024390A" w:rsidP="004D5D7F">
            <w:pPr>
              <w:jc w:val="both"/>
              <w:rPr>
                <w:rFonts w:ascii="Arial" w:hAnsi="Arial" w:cs="Arial"/>
              </w:rPr>
            </w:pPr>
          </w:p>
        </w:tc>
      </w:tr>
      <w:tr w:rsidR="0024390A" w:rsidTr="00D4582F">
        <w:trPr>
          <w:trHeight w:val="260"/>
        </w:trPr>
        <w:tc>
          <w:tcPr>
            <w:tcW w:w="709" w:type="dxa"/>
            <w:vMerge/>
            <w:vAlign w:val="center"/>
          </w:tcPr>
          <w:p w:rsidR="0024390A" w:rsidRDefault="0024390A" w:rsidP="002A2914">
            <w:pPr>
              <w:ind w:left="57"/>
              <w:jc w:val="center"/>
              <w:rPr>
                <w:smallCaps/>
              </w:rPr>
            </w:pPr>
          </w:p>
        </w:tc>
        <w:tc>
          <w:tcPr>
            <w:tcW w:w="1701" w:type="dxa"/>
            <w:vMerge/>
          </w:tcPr>
          <w:p w:rsidR="0024390A" w:rsidRPr="00966AA5" w:rsidRDefault="0024390A" w:rsidP="00DD5969">
            <w:pPr>
              <w:pStyle w:val="ListParagraph"/>
              <w:ind w:left="1080" w:hanging="1008"/>
              <w:jc w:val="center"/>
              <w:rPr>
                <w:rFonts w:ascii="Arial" w:hAnsi="Arial" w:cs="Arial"/>
              </w:rPr>
            </w:pPr>
          </w:p>
        </w:tc>
        <w:tc>
          <w:tcPr>
            <w:tcW w:w="4678" w:type="dxa"/>
            <w:tcBorders>
              <w:top w:val="single" w:sz="4" w:space="0" w:color="auto"/>
              <w:bottom w:val="single" w:sz="4" w:space="0" w:color="auto"/>
            </w:tcBorders>
          </w:tcPr>
          <w:p w:rsidR="0024390A" w:rsidRPr="00411FCF" w:rsidRDefault="0024390A" w:rsidP="004D5D7F">
            <w:pPr>
              <w:jc w:val="both"/>
            </w:pPr>
            <w:r w:rsidRPr="00411FCF">
              <w:t>Gazdasági bűncselekmények;</w:t>
            </w:r>
          </w:p>
          <w:p w:rsidR="0024390A" w:rsidRPr="00411FCF" w:rsidRDefault="0024390A" w:rsidP="004D5D7F">
            <w:pPr>
              <w:jc w:val="both"/>
            </w:pPr>
            <w:r w:rsidRPr="00411FCF">
              <w:t>A versenyjog;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24390A" w:rsidRPr="00966AA5" w:rsidRDefault="0024390A" w:rsidP="004D5D7F">
            <w:pPr>
              <w:jc w:val="both"/>
              <w:rPr>
                <w:rFonts w:ascii="Arial" w:hAnsi="Arial" w:cs="Arial"/>
              </w:rPr>
            </w:pPr>
          </w:p>
        </w:tc>
      </w:tr>
      <w:tr w:rsidR="0024390A" w:rsidTr="00D4582F">
        <w:trPr>
          <w:trHeight w:val="260"/>
        </w:trPr>
        <w:tc>
          <w:tcPr>
            <w:tcW w:w="709" w:type="dxa"/>
            <w:vMerge/>
            <w:tcBorders>
              <w:bottom w:val="single" w:sz="18" w:space="0" w:color="auto"/>
            </w:tcBorders>
            <w:vAlign w:val="center"/>
          </w:tcPr>
          <w:p w:rsidR="0024390A" w:rsidRDefault="0024390A" w:rsidP="002A2914">
            <w:pPr>
              <w:ind w:left="57"/>
              <w:jc w:val="center"/>
              <w:rPr>
                <w:smallCaps/>
              </w:rPr>
            </w:pPr>
          </w:p>
        </w:tc>
        <w:tc>
          <w:tcPr>
            <w:tcW w:w="1701" w:type="dxa"/>
            <w:vMerge/>
            <w:tcBorders>
              <w:bottom w:val="single" w:sz="18" w:space="0" w:color="auto"/>
            </w:tcBorders>
          </w:tcPr>
          <w:p w:rsidR="0024390A" w:rsidRPr="00504323" w:rsidRDefault="0024390A" w:rsidP="00DD5969">
            <w:pPr>
              <w:pStyle w:val="ListParagraph"/>
              <w:ind w:left="1080" w:hanging="1008"/>
              <w:jc w:val="center"/>
              <w:rPr>
                <w:rFonts w:ascii="Arial" w:hAnsi="Arial" w:cs="Arial"/>
              </w:rPr>
            </w:pPr>
          </w:p>
        </w:tc>
        <w:tc>
          <w:tcPr>
            <w:tcW w:w="4678" w:type="dxa"/>
            <w:tcBorders>
              <w:top w:val="single" w:sz="4" w:space="0" w:color="auto"/>
              <w:bottom w:val="single" w:sz="18" w:space="0" w:color="auto"/>
            </w:tcBorders>
          </w:tcPr>
          <w:p w:rsidR="0024390A" w:rsidRPr="00411FCF" w:rsidRDefault="0024390A" w:rsidP="002545D9">
            <w:pPr>
              <w:jc w:val="both"/>
            </w:pPr>
            <w:r w:rsidRPr="00411FCF">
              <w:t xml:space="preserve">Szellemi alkotások joga; Iparjogvédelem A munkajog alapintézményei; 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18" w:space="0" w:color="auto"/>
            </w:tcBorders>
          </w:tcPr>
          <w:p w:rsidR="0024390A" w:rsidRPr="00504323" w:rsidRDefault="0024390A" w:rsidP="0077606C">
            <w:pPr>
              <w:pStyle w:val="ListParagraph"/>
              <w:ind w:left="1080"/>
              <w:jc w:val="both"/>
              <w:rPr>
                <w:rFonts w:ascii="Arial" w:hAnsi="Arial" w:cs="Arial"/>
              </w:rPr>
            </w:pPr>
          </w:p>
        </w:tc>
      </w:tr>
    </w:tbl>
    <w:p w:rsidR="0024390A" w:rsidRDefault="0024390A">
      <w:pPr>
        <w:rPr>
          <w:b/>
          <w:i/>
        </w:rPr>
      </w:pPr>
    </w:p>
    <w:p w:rsidR="0024390A" w:rsidRPr="00CB25D8" w:rsidRDefault="0024390A">
      <w:pPr>
        <w:rPr>
          <w:b/>
          <w:i/>
        </w:rPr>
      </w:pPr>
      <w:r w:rsidRPr="00CB25D8">
        <w:rPr>
          <w:b/>
          <w:i/>
        </w:rPr>
        <w:t>Szakirodalom</w:t>
      </w:r>
    </w:p>
    <w:p w:rsidR="0024390A" w:rsidRPr="007E1F1A" w:rsidRDefault="0024390A">
      <w:pPr>
        <w:spacing w:before="160"/>
        <w:ind w:firstLine="170"/>
        <w:rPr>
          <w:i/>
        </w:rPr>
      </w:pPr>
      <w:r w:rsidRPr="007E1F1A">
        <w:rPr>
          <w:i/>
        </w:rPr>
        <w:t>Kötelező irodalom</w:t>
      </w:r>
    </w:p>
    <w:p w:rsidR="0024390A" w:rsidRPr="007E1F1A" w:rsidRDefault="0024390A" w:rsidP="002545D9">
      <w:pPr>
        <w:numPr>
          <w:ilvl w:val="0"/>
          <w:numId w:val="9"/>
        </w:numPr>
        <w:jc w:val="both"/>
      </w:pPr>
      <w:r w:rsidRPr="007E1F1A">
        <w:t xml:space="preserve">Az előadásokon elhangzottak. </w:t>
      </w:r>
    </w:p>
    <w:p w:rsidR="0024390A" w:rsidRPr="007E1F1A" w:rsidRDefault="0024390A" w:rsidP="00D03994">
      <w:pPr>
        <w:pStyle w:val="ListParagraph"/>
        <w:numPr>
          <w:ilvl w:val="0"/>
          <w:numId w:val="9"/>
        </w:numPr>
      </w:pPr>
      <w:r w:rsidRPr="007E1F1A">
        <w:t>2013. évi V. tv.</w:t>
      </w:r>
    </w:p>
    <w:p w:rsidR="0024390A" w:rsidRPr="007E1F1A" w:rsidRDefault="0024390A" w:rsidP="00D03994">
      <w:pPr>
        <w:pStyle w:val="ListParagraph"/>
        <w:numPr>
          <w:ilvl w:val="0"/>
          <w:numId w:val="9"/>
        </w:numPr>
      </w:pPr>
      <w:r w:rsidRPr="007E1F1A">
        <w:t>2006. évi V. tv.</w:t>
      </w:r>
    </w:p>
    <w:p w:rsidR="0024390A" w:rsidRPr="007E1F1A" w:rsidRDefault="0024390A" w:rsidP="00D03994">
      <w:pPr>
        <w:pStyle w:val="ListParagraph"/>
        <w:numPr>
          <w:ilvl w:val="0"/>
          <w:numId w:val="9"/>
        </w:numPr>
      </w:pPr>
      <w:r w:rsidRPr="007E1F1A">
        <w:t>1991. évi IL. tv.</w:t>
      </w:r>
    </w:p>
    <w:p w:rsidR="0024390A" w:rsidRPr="007E1F1A" w:rsidRDefault="0024390A" w:rsidP="00D03994">
      <w:pPr>
        <w:pStyle w:val="ListParagraph"/>
        <w:numPr>
          <w:ilvl w:val="0"/>
          <w:numId w:val="9"/>
        </w:numPr>
      </w:pPr>
      <w:r w:rsidRPr="007E1F1A">
        <w:t>1996. évi LVII. tv.</w:t>
      </w:r>
    </w:p>
    <w:p w:rsidR="0024390A" w:rsidRPr="007E1F1A" w:rsidRDefault="0024390A" w:rsidP="007E1F1A">
      <w:pPr>
        <w:numPr>
          <w:ilvl w:val="0"/>
          <w:numId w:val="9"/>
        </w:numPr>
        <w:jc w:val="both"/>
        <w:rPr>
          <w:i/>
        </w:rPr>
      </w:pPr>
      <w:r w:rsidRPr="007E1F1A">
        <w:t xml:space="preserve">Balásházy M. – Pázmándi K. – Sárközy T.: Vállalati Jog, Aula kiadó, (legfrissebb kiadás) </w:t>
      </w:r>
    </w:p>
    <w:p w:rsidR="0024390A" w:rsidRPr="007E1F1A" w:rsidRDefault="0024390A" w:rsidP="00074ACD">
      <w:pPr>
        <w:spacing w:before="160"/>
        <w:ind w:firstLine="170"/>
        <w:rPr>
          <w:i/>
        </w:rPr>
      </w:pPr>
      <w:r w:rsidRPr="007E1F1A">
        <w:rPr>
          <w:i/>
        </w:rPr>
        <w:t>Ajánlott irodalom</w:t>
      </w:r>
    </w:p>
    <w:p w:rsidR="0024390A" w:rsidRPr="007E1F1A" w:rsidRDefault="0024390A" w:rsidP="007E1F1A">
      <w:pPr>
        <w:numPr>
          <w:ilvl w:val="0"/>
          <w:numId w:val="9"/>
        </w:numPr>
        <w:jc w:val="both"/>
      </w:pPr>
      <w:bookmarkStart w:id="0" w:name="1"/>
      <w:bookmarkEnd w:id="0"/>
      <w:r w:rsidRPr="007E1F1A">
        <w:t xml:space="preserve">Dr. Bíró- Dr. Herbst – Dr. Kovács: Gazdasági jog I. és II.; </w:t>
      </w:r>
      <w:smartTag w:uri="urn:schemas-microsoft-com:office:smarttags" w:element="PersonName">
        <w:r w:rsidRPr="007E1F1A">
          <w:t>Szent István Egyetem</w:t>
        </w:r>
      </w:smartTag>
      <w:r w:rsidRPr="007E1F1A">
        <w:t>, Gödöllő;</w:t>
      </w:r>
    </w:p>
    <w:p w:rsidR="0024390A" w:rsidRPr="007E1F1A" w:rsidRDefault="0024390A" w:rsidP="007E1F1A">
      <w:pPr>
        <w:numPr>
          <w:ilvl w:val="0"/>
          <w:numId w:val="9"/>
        </w:numPr>
        <w:jc w:val="both"/>
      </w:pPr>
      <w:r w:rsidRPr="007E1F1A">
        <w:t>Dr. Bednay Dezső: A gazdasági jog alapjai c. könyv;</w:t>
      </w:r>
    </w:p>
    <w:p w:rsidR="0024390A" w:rsidRDefault="0024390A"/>
    <w:p w:rsidR="0024390A" w:rsidRDefault="0024390A">
      <w:bookmarkStart w:id="1" w:name="_GoBack"/>
      <w:bookmarkEnd w:id="1"/>
    </w:p>
    <w:p w:rsidR="0024390A" w:rsidRDefault="0024390A">
      <w:r>
        <w:t>Kaposvár, 2015. január 23.</w:t>
      </w:r>
    </w:p>
    <w:sectPr w:rsidR="0024390A" w:rsidSect="007E14B9">
      <w:footerReference w:type="first" r:id="rId7"/>
      <w:pgSz w:w="11907" w:h="16840"/>
      <w:pgMar w:top="1418" w:right="1418" w:bottom="1418" w:left="1418" w:header="708" w:footer="708" w:gutter="0"/>
      <w:pgNumType w:start="2"/>
      <w:cols w:space="708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4390A" w:rsidRDefault="0024390A">
      <w:r>
        <w:separator/>
      </w:r>
    </w:p>
  </w:endnote>
  <w:endnote w:type="continuationSeparator" w:id="0">
    <w:p w:rsidR="0024390A" w:rsidRDefault="0024390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390A" w:rsidRDefault="0024390A">
    <w:pPr>
      <w:pStyle w:val="Footer"/>
      <w:jc w:val="center"/>
    </w:pPr>
    <w:r>
      <w:t>1</w:t>
    </w:r>
  </w:p>
  <w:p w:rsidR="0024390A" w:rsidRPr="0077606C" w:rsidRDefault="0024390A" w:rsidP="0077606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4390A" w:rsidRDefault="0024390A">
      <w:r>
        <w:separator/>
      </w:r>
    </w:p>
  </w:footnote>
  <w:footnote w:type="continuationSeparator" w:id="0">
    <w:p w:rsidR="0024390A" w:rsidRDefault="0024390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26650D"/>
    <w:multiLevelType w:val="hybridMultilevel"/>
    <w:tmpl w:val="0D6AFCCA"/>
    <w:lvl w:ilvl="0" w:tplc="6D9A255E">
      <w:start w:val="1"/>
      <w:numFmt w:val="decimal"/>
      <w:lvlText w:val="%1."/>
      <w:lvlJc w:val="left"/>
      <w:pPr>
        <w:ind w:left="360" w:hanging="360"/>
      </w:pPr>
      <w:rPr>
        <w:rFonts w:cs="Times New Roman"/>
        <w:b/>
        <w:i w:val="0"/>
      </w:rPr>
    </w:lvl>
    <w:lvl w:ilvl="1" w:tplc="040E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>
    <w:nsid w:val="29AA0867"/>
    <w:multiLevelType w:val="hybridMultilevel"/>
    <w:tmpl w:val="330E0FDE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5D0279D"/>
    <w:multiLevelType w:val="hybridMultilevel"/>
    <w:tmpl w:val="BF581978"/>
    <w:lvl w:ilvl="0" w:tplc="040E000F">
      <w:start w:val="1"/>
      <w:numFmt w:val="decimal"/>
      <w:lvlText w:val="%1."/>
      <w:lvlJc w:val="left"/>
      <w:pPr>
        <w:tabs>
          <w:tab w:val="num" w:pos="574"/>
        </w:tabs>
        <w:ind w:left="574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294"/>
        </w:tabs>
        <w:ind w:left="1294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014"/>
        </w:tabs>
        <w:ind w:left="2014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734"/>
        </w:tabs>
        <w:ind w:left="2734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454"/>
        </w:tabs>
        <w:ind w:left="3454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174"/>
        </w:tabs>
        <w:ind w:left="4174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4894"/>
        </w:tabs>
        <w:ind w:left="4894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614"/>
        </w:tabs>
        <w:ind w:left="5614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334"/>
        </w:tabs>
        <w:ind w:left="6334" w:hanging="180"/>
      </w:pPr>
      <w:rPr>
        <w:rFonts w:cs="Times New Roman"/>
      </w:rPr>
    </w:lvl>
  </w:abstractNum>
  <w:abstractNum w:abstractNumId="3">
    <w:nsid w:val="36871DF2"/>
    <w:multiLevelType w:val="hybridMultilevel"/>
    <w:tmpl w:val="202ECAD0"/>
    <w:lvl w:ilvl="0" w:tplc="040E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1FD5B46"/>
    <w:multiLevelType w:val="hybridMultilevel"/>
    <w:tmpl w:val="08982B3A"/>
    <w:lvl w:ilvl="0" w:tplc="2BC81A80">
      <w:start w:val="1"/>
      <w:numFmt w:val="decimal"/>
      <w:lvlText w:val="%1."/>
      <w:lvlJc w:val="left"/>
      <w:pPr>
        <w:ind w:left="417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137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1857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577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297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017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4737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457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177" w:hanging="180"/>
      </w:pPr>
      <w:rPr>
        <w:rFonts w:cs="Times New Roman"/>
      </w:rPr>
    </w:lvl>
  </w:abstractNum>
  <w:abstractNum w:abstractNumId="5">
    <w:nsid w:val="4B9D1242"/>
    <w:multiLevelType w:val="hybridMultilevel"/>
    <w:tmpl w:val="C17C25F8"/>
    <w:lvl w:ilvl="0" w:tplc="0B4A7FC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i w:val="0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52927BA1"/>
    <w:multiLevelType w:val="hybridMultilevel"/>
    <w:tmpl w:val="2C08AB32"/>
    <w:lvl w:ilvl="0" w:tplc="040E000F">
      <w:start w:val="1"/>
      <w:numFmt w:val="decimal"/>
      <w:lvlText w:val="%1."/>
      <w:lvlJc w:val="left"/>
      <w:pPr>
        <w:tabs>
          <w:tab w:val="num" w:pos="777"/>
        </w:tabs>
        <w:ind w:left="777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97"/>
        </w:tabs>
        <w:ind w:left="1497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217"/>
        </w:tabs>
        <w:ind w:left="2217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937"/>
        </w:tabs>
        <w:ind w:left="2937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57"/>
        </w:tabs>
        <w:ind w:left="3657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377"/>
        </w:tabs>
        <w:ind w:left="4377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097"/>
        </w:tabs>
        <w:ind w:left="5097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817"/>
        </w:tabs>
        <w:ind w:left="5817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537"/>
        </w:tabs>
        <w:ind w:left="6537" w:hanging="180"/>
      </w:pPr>
      <w:rPr>
        <w:rFonts w:cs="Times New Roman"/>
      </w:rPr>
    </w:lvl>
  </w:abstractNum>
  <w:abstractNum w:abstractNumId="7">
    <w:nsid w:val="58C42613"/>
    <w:multiLevelType w:val="hybridMultilevel"/>
    <w:tmpl w:val="5C7A4690"/>
    <w:lvl w:ilvl="0" w:tplc="6E66973C">
      <w:start w:val="1"/>
      <w:numFmt w:val="decimal"/>
      <w:lvlText w:val="%1."/>
      <w:lvlJc w:val="left"/>
      <w:pPr>
        <w:ind w:left="417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137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1857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577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297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017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4737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457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177" w:hanging="180"/>
      </w:pPr>
      <w:rPr>
        <w:rFonts w:cs="Times New Roman"/>
      </w:rPr>
    </w:lvl>
  </w:abstractNum>
  <w:abstractNum w:abstractNumId="8">
    <w:nsid w:val="5BEF2B90"/>
    <w:multiLevelType w:val="hybridMultilevel"/>
    <w:tmpl w:val="E3A840AA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15D6143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125CC00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4B2C4D0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4344E5F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C114C07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42EE080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2FD0C72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A3324CA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63BE3798"/>
    <w:multiLevelType w:val="hybridMultilevel"/>
    <w:tmpl w:val="9A1A8574"/>
    <w:lvl w:ilvl="0" w:tplc="040E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67BD0767"/>
    <w:multiLevelType w:val="hybridMultilevel"/>
    <w:tmpl w:val="4F66508A"/>
    <w:lvl w:ilvl="0" w:tplc="8C4CD9C0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2"/>
  </w:num>
  <w:num w:numId="3">
    <w:abstractNumId w:val="7"/>
  </w:num>
  <w:num w:numId="4">
    <w:abstractNumId w:val="4"/>
  </w:num>
  <w:num w:numId="5">
    <w:abstractNumId w:val="5"/>
  </w:num>
  <w:num w:numId="6">
    <w:abstractNumId w:val="3"/>
  </w:num>
  <w:num w:numId="7">
    <w:abstractNumId w:val="0"/>
  </w:num>
  <w:num w:numId="8">
    <w:abstractNumId w:val="10"/>
  </w:num>
  <w:num w:numId="9">
    <w:abstractNumId w:val="1"/>
  </w:num>
  <w:num w:numId="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stylePaneFormatFilter w:val="3F01"/>
  <w:defaultTabStop w:val="709"/>
  <w:hyphenationZone w:val="425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071E5"/>
    <w:rsid w:val="000136B0"/>
    <w:rsid w:val="00074ACD"/>
    <w:rsid w:val="000777C7"/>
    <w:rsid w:val="00087254"/>
    <w:rsid w:val="000B3C26"/>
    <w:rsid w:val="000C155D"/>
    <w:rsid w:val="000C5A8C"/>
    <w:rsid w:val="000D491E"/>
    <w:rsid w:val="000F3C72"/>
    <w:rsid w:val="001115F4"/>
    <w:rsid w:val="001323E3"/>
    <w:rsid w:val="00137E30"/>
    <w:rsid w:val="00140DEF"/>
    <w:rsid w:val="0017174B"/>
    <w:rsid w:val="00176AB7"/>
    <w:rsid w:val="001D11DB"/>
    <w:rsid w:val="001D31C5"/>
    <w:rsid w:val="0020612B"/>
    <w:rsid w:val="0021309F"/>
    <w:rsid w:val="002263FA"/>
    <w:rsid w:val="00240AE9"/>
    <w:rsid w:val="0024390A"/>
    <w:rsid w:val="00245B30"/>
    <w:rsid w:val="002545D9"/>
    <w:rsid w:val="002839E3"/>
    <w:rsid w:val="00283A39"/>
    <w:rsid w:val="002A2914"/>
    <w:rsid w:val="002B6C0E"/>
    <w:rsid w:val="002C0E52"/>
    <w:rsid w:val="002E0E14"/>
    <w:rsid w:val="002E2019"/>
    <w:rsid w:val="002E3178"/>
    <w:rsid w:val="003071E5"/>
    <w:rsid w:val="003526FF"/>
    <w:rsid w:val="00380076"/>
    <w:rsid w:val="003A2F04"/>
    <w:rsid w:val="003B4009"/>
    <w:rsid w:val="003C2C7B"/>
    <w:rsid w:val="003D5C57"/>
    <w:rsid w:val="003E173F"/>
    <w:rsid w:val="003E4935"/>
    <w:rsid w:val="003F4AA1"/>
    <w:rsid w:val="00411FCF"/>
    <w:rsid w:val="00441FFA"/>
    <w:rsid w:val="004D5D7F"/>
    <w:rsid w:val="004F42DF"/>
    <w:rsid w:val="00501E93"/>
    <w:rsid w:val="00504323"/>
    <w:rsid w:val="00562CF4"/>
    <w:rsid w:val="0057072F"/>
    <w:rsid w:val="00597562"/>
    <w:rsid w:val="005B4C07"/>
    <w:rsid w:val="005C019B"/>
    <w:rsid w:val="005D1C25"/>
    <w:rsid w:val="005E3D82"/>
    <w:rsid w:val="006046FA"/>
    <w:rsid w:val="0064482C"/>
    <w:rsid w:val="0065459F"/>
    <w:rsid w:val="00663232"/>
    <w:rsid w:val="0067220B"/>
    <w:rsid w:val="00684459"/>
    <w:rsid w:val="006C3EBE"/>
    <w:rsid w:val="00756101"/>
    <w:rsid w:val="0077573E"/>
    <w:rsid w:val="0077606C"/>
    <w:rsid w:val="00776AD2"/>
    <w:rsid w:val="007A157A"/>
    <w:rsid w:val="007C28B5"/>
    <w:rsid w:val="007C3754"/>
    <w:rsid w:val="007D12C7"/>
    <w:rsid w:val="007E14B9"/>
    <w:rsid w:val="007E1F1A"/>
    <w:rsid w:val="007F10D5"/>
    <w:rsid w:val="008143A3"/>
    <w:rsid w:val="00820E1D"/>
    <w:rsid w:val="0082148C"/>
    <w:rsid w:val="00841C4B"/>
    <w:rsid w:val="00843330"/>
    <w:rsid w:val="00856C33"/>
    <w:rsid w:val="00871510"/>
    <w:rsid w:val="00872759"/>
    <w:rsid w:val="00881DE0"/>
    <w:rsid w:val="00884A27"/>
    <w:rsid w:val="008B21E9"/>
    <w:rsid w:val="008B6DCE"/>
    <w:rsid w:val="008E4D55"/>
    <w:rsid w:val="008F1D00"/>
    <w:rsid w:val="00911E6D"/>
    <w:rsid w:val="009132FD"/>
    <w:rsid w:val="00926E06"/>
    <w:rsid w:val="00931C20"/>
    <w:rsid w:val="00966AA5"/>
    <w:rsid w:val="009842E7"/>
    <w:rsid w:val="0098797B"/>
    <w:rsid w:val="009F7C27"/>
    <w:rsid w:val="00A30F9D"/>
    <w:rsid w:val="00A51CBC"/>
    <w:rsid w:val="00A5601D"/>
    <w:rsid w:val="00A57E15"/>
    <w:rsid w:val="00A67B99"/>
    <w:rsid w:val="00A7255D"/>
    <w:rsid w:val="00A81F67"/>
    <w:rsid w:val="00A87607"/>
    <w:rsid w:val="00AD1DD7"/>
    <w:rsid w:val="00AE27A9"/>
    <w:rsid w:val="00B020BA"/>
    <w:rsid w:val="00B10FC5"/>
    <w:rsid w:val="00B40A1F"/>
    <w:rsid w:val="00B55879"/>
    <w:rsid w:val="00B55ACE"/>
    <w:rsid w:val="00B622CE"/>
    <w:rsid w:val="00B83FBA"/>
    <w:rsid w:val="00BC7720"/>
    <w:rsid w:val="00BD658C"/>
    <w:rsid w:val="00BD77A9"/>
    <w:rsid w:val="00C15A8E"/>
    <w:rsid w:val="00C51FFC"/>
    <w:rsid w:val="00C6704F"/>
    <w:rsid w:val="00C925F9"/>
    <w:rsid w:val="00C93F5B"/>
    <w:rsid w:val="00C94E7F"/>
    <w:rsid w:val="00CA363D"/>
    <w:rsid w:val="00CA70B8"/>
    <w:rsid w:val="00CB25D8"/>
    <w:rsid w:val="00CC0193"/>
    <w:rsid w:val="00CC1E85"/>
    <w:rsid w:val="00CC70D5"/>
    <w:rsid w:val="00D03994"/>
    <w:rsid w:val="00D21FBE"/>
    <w:rsid w:val="00D4582F"/>
    <w:rsid w:val="00D7171F"/>
    <w:rsid w:val="00D72BCE"/>
    <w:rsid w:val="00D94DD1"/>
    <w:rsid w:val="00DB2553"/>
    <w:rsid w:val="00DC00C4"/>
    <w:rsid w:val="00DD5969"/>
    <w:rsid w:val="00E05F8D"/>
    <w:rsid w:val="00E16D0E"/>
    <w:rsid w:val="00E22CEA"/>
    <w:rsid w:val="00E51C8C"/>
    <w:rsid w:val="00E77BCA"/>
    <w:rsid w:val="00EB76BB"/>
    <w:rsid w:val="00EC72EA"/>
    <w:rsid w:val="00ED4B26"/>
    <w:rsid w:val="00EE5DDC"/>
    <w:rsid w:val="00F06C3A"/>
    <w:rsid w:val="00F10708"/>
    <w:rsid w:val="00F411B6"/>
    <w:rsid w:val="00F56E95"/>
    <w:rsid w:val="00F67AF8"/>
    <w:rsid w:val="00F74E4F"/>
    <w:rsid w:val="00F76061"/>
    <w:rsid w:val="00F80E8A"/>
    <w:rsid w:val="00F918BB"/>
    <w:rsid w:val="00FA2E8D"/>
    <w:rsid w:val="00FB20F0"/>
    <w:rsid w:val="00FB2761"/>
    <w:rsid w:val="00FC1A9C"/>
    <w:rsid w:val="00FD184C"/>
    <w:rsid w:val="00FD44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5969"/>
    <w:rPr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0B3C26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0F3C72"/>
    <w:rPr>
      <w:rFonts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rsid w:val="000B3C26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77606C"/>
    <w:rPr>
      <w:rFonts w:cs="Times New Roman"/>
    </w:rPr>
  </w:style>
  <w:style w:type="character" w:styleId="PageNumber">
    <w:name w:val="page number"/>
    <w:basedOn w:val="DefaultParagraphFont"/>
    <w:uiPriority w:val="99"/>
    <w:rsid w:val="000B3C26"/>
    <w:rPr>
      <w:rFonts w:cs="Times New Roman"/>
    </w:rPr>
  </w:style>
  <w:style w:type="paragraph" w:customStyle="1" w:styleId="1">
    <w:name w:val="1"/>
    <w:basedOn w:val="Normal"/>
    <w:uiPriority w:val="99"/>
    <w:rsid w:val="000B3C26"/>
    <w:pPr>
      <w:spacing w:after="160"/>
    </w:pPr>
    <w:rPr>
      <w:b/>
      <w:i/>
      <w:sz w:val="24"/>
    </w:rPr>
  </w:style>
  <w:style w:type="paragraph" w:styleId="BalloonText">
    <w:name w:val="Balloon Text"/>
    <w:basedOn w:val="Normal"/>
    <w:link w:val="BalloonTextChar"/>
    <w:uiPriority w:val="99"/>
    <w:semiHidden/>
    <w:rsid w:val="007C28B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F3C72"/>
    <w:rPr>
      <w:rFonts w:cs="Times New Roman"/>
      <w:sz w:val="2"/>
    </w:rPr>
  </w:style>
  <w:style w:type="character" w:styleId="Hyperlink">
    <w:name w:val="Hyperlink"/>
    <w:basedOn w:val="DefaultParagraphFont"/>
    <w:uiPriority w:val="99"/>
    <w:rsid w:val="003E173F"/>
    <w:rPr>
      <w:rFonts w:cs="Times New Roman"/>
      <w:color w:val="0000FF"/>
      <w:u w:val="single"/>
    </w:rPr>
  </w:style>
  <w:style w:type="paragraph" w:styleId="ListParagraph">
    <w:name w:val="List Paragraph"/>
    <w:basedOn w:val="Normal"/>
    <w:uiPriority w:val="99"/>
    <w:qFormat/>
    <w:rsid w:val="00504323"/>
    <w:pPr>
      <w:ind w:left="720"/>
      <w:contextualSpacing/>
    </w:pPr>
  </w:style>
  <w:style w:type="paragraph" w:styleId="BodyTextIndent">
    <w:name w:val="Body Text Indent"/>
    <w:basedOn w:val="Normal"/>
    <w:link w:val="BodyTextIndentChar"/>
    <w:uiPriority w:val="99"/>
    <w:rsid w:val="00D03994"/>
    <w:pPr>
      <w:ind w:left="360"/>
      <w:jc w:val="both"/>
    </w:pPr>
    <w:rPr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D03994"/>
    <w:rPr>
      <w:rFonts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8683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683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683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683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683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683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18</TotalTime>
  <Pages>2</Pages>
  <Words>362</Words>
  <Characters>2500</Characters>
  <Application>Microsoft Office Outlook</Application>
  <DocSecurity>0</DocSecurity>
  <Lines>0</Lines>
  <Paragraphs>0</Paragraphs>
  <ScaleCrop>false</ScaleCrop>
  <Company>Hewlett-Packard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Csokonai Vitéz Mihály Tanítóképző Főiskola</dc:title>
  <dc:subject/>
  <dc:creator>Távoktatás</dc:creator>
  <cp:keywords/>
  <dc:description/>
  <cp:lastModifiedBy>Vass.Julia</cp:lastModifiedBy>
  <cp:revision>3</cp:revision>
  <cp:lastPrinted>2015-01-22T11:49:00Z</cp:lastPrinted>
  <dcterms:created xsi:type="dcterms:W3CDTF">2015-03-24T12:29:00Z</dcterms:created>
  <dcterms:modified xsi:type="dcterms:W3CDTF">2015-03-24T12:52:00Z</dcterms:modified>
</cp:coreProperties>
</file>